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4DC739C9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r w:rsidR="003F77E8">
        <w:rPr>
          <w:rStyle w:val="Strong"/>
          <w:rFonts w:asciiTheme="minorHAnsi" w:hAnsiTheme="minorHAnsi" w:cstheme="minorHAnsi"/>
          <w:lang w:val="en-GB"/>
        </w:rPr>
        <w:t>25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r w:rsidR="0045739E">
        <w:rPr>
          <w:rStyle w:val="Strong"/>
          <w:rFonts w:asciiTheme="minorHAnsi" w:hAnsiTheme="minorHAnsi" w:cstheme="minorHAnsi"/>
          <w:lang w:val="en-GB"/>
        </w:rPr>
        <w:t>G007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3F77E8">
        <w:rPr>
          <w:rStyle w:val="Strong"/>
          <w:rFonts w:asciiTheme="minorHAnsi" w:hAnsiTheme="minorHAnsi" w:cstheme="minorHAnsi"/>
          <w:lang w:val="en-GB"/>
        </w:rPr>
        <w:t>2</w:t>
      </w:r>
      <w:r w:rsidR="0045739E">
        <w:rPr>
          <w:rStyle w:val="Strong"/>
          <w:rFonts w:asciiTheme="minorHAnsi" w:hAnsiTheme="minorHAnsi" w:cstheme="minorHAnsi"/>
          <w:lang w:val="en-GB"/>
        </w:rPr>
        <w:t>4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24A7EEAB" w14:textId="4FCEF009" w:rsidR="00C44890" w:rsidRPr="00492684" w:rsidRDefault="005E0835" w:rsidP="00C44890">
      <w:pPr>
        <w:rPr>
          <w:lang w:val="en-GB"/>
        </w:rPr>
      </w:pPr>
      <w:r>
        <w:rPr>
          <w:lang w:val="en-GB"/>
        </w:rPr>
        <w:t xml:space="preserve">The nature of </w:t>
      </w:r>
      <w:r w:rsidR="00000908">
        <w:rPr>
          <w:lang w:val="en-GB"/>
        </w:rPr>
        <w:t>procuring</w:t>
      </w:r>
      <w:r>
        <w:rPr>
          <w:lang w:val="en-GB"/>
        </w:rPr>
        <w:t xml:space="preserve"> </w:t>
      </w:r>
      <w:r w:rsidR="00000908">
        <w:rPr>
          <w:rFonts w:eastAsia="Times New Roman"/>
        </w:rPr>
        <w:t xml:space="preserve">is the </w:t>
      </w:r>
      <w:r w:rsidR="008D4607">
        <w:rPr>
          <w:rFonts w:eastAsia="Times New Roman"/>
        </w:rPr>
        <w:t>new Network materials and Tools for MFED local Network</w:t>
      </w:r>
      <w:r>
        <w:rPr>
          <w:rFonts w:eastAsia="Times New Roman"/>
        </w:rPr>
        <w:t xml:space="preserve"> </w:t>
      </w:r>
      <w:r w:rsidR="00000908">
        <w:rPr>
          <w:rFonts w:eastAsia="Times New Roman"/>
        </w:rPr>
        <w:t>is to</w:t>
      </w:r>
      <w:r w:rsidRPr="00AB6465">
        <w:rPr>
          <w:rFonts w:eastAsia="Times New Roman"/>
        </w:rPr>
        <w:t xml:space="preserve"> ensure a robust, secure, and efficient network infrastructure that supports the organization's strategic goals and daily operations</w:t>
      </w:r>
      <w:r w:rsidR="008D4607">
        <w:rPr>
          <w:rFonts w:eastAsia="Times New Roman"/>
        </w:rPr>
        <w:t xml:space="preserve"> with the IFMIS project</w:t>
      </w:r>
      <w:r w:rsidR="006F4566">
        <w:rPr>
          <w:lang w:val="en-GB"/>
        </w:rPr>
        <w:t xml:space="preserve">. 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Default="00C44890" w:rsidP="00C44890">
      <w:pPr>
        <w:rPr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English.</w:t>
      </w:r>
    </w:p>
    <w:p w14:paraId="3F993FC9" w14:textId="54E86C47" w:rsidR="00E03E0A" w:rsidRDefault="006F4566" w:rsidP="00C44890">
      <w:pPr>
        <w:rPr>
          <w:lang w:val="en-GB"/>
        </w:rPr>
      </w:pPr>
      <w:r>
        <w:rPr>
          <w:lang w:val="en-GB"/>
        </w:rPr>
        <w:t>-</w:t>
      </w:r>
      <w:r w:rsidR="00E03E0A">
        <w:rPr>
          <w:lang w:val="en-GB"/>
        </w:rPr>
        <w:t>cover letter</w:t>
      </w:r>
    </w:p>
    <w:p w14:paraId="3F14700A" w14:textId="7530E645" w:rsidR="006F4566" w:rsidRDefault="00E03E0A" w:rsidP="00C44890">
      <w:pPr>
        <w:rPr>
          <w:lang w:val="en-GB"/>
        </w:rPr>
      </w:pPr>
      <w:r>
        <w:rPr>
          <w:lang w:val="en-GB"/>
        </w:rPr>
        <w:t>-</w:t>
      </w:r>
      <w:r w:rsidR="006F4566">
        <w:rPr>
          <w:lang w:val="en-GB"/>
        </w:rPr>
        <w:t>valid</w:t>
      </w:r>
      <w:r w:rsidR="004A62B2">
        <w:rPr>
          <w:lang w:val="en-GB"/>
        </w:rPr>
        <w:t xml:space="preserve"> and updated </w:t>
      </w:r>
      <w:r w:rsidR="006F4566">
        <w:rPr>
          <w:lang w:val="en-GB"/>
        </w:rPr>
        <w:t xml:space="preserve">certified Business registration </w:t>
      </w:r>
    </w:p>
    <w:p w14:paraId="4EB794F4" w14:textId="6C89164A" w:rsidR="006F4566" w:rsidRDefault="006F4566" w:rsidP="00C44890">
      <w:pPr>
        <w:rPr>
          <w:lang w:val="en-GB"/>
        </w:rPr>
      </w:pPr>
      <w:r>
        <w:rPr>
          <w:lang w:val="en-GB"/>
        </w:rPr>
        <w:t>-</w:t>
      </w:r>
      <w:r w:rsidR="004A62B2">
        <w:rPr>
          <w:lang w:val="en-GB"/>
        </w:rPr>
        <w:t xml:space="preserve">valid </w:t>
      </w:r>
      <w:r w:rsidR="005A7456">
        <w:rPr>
          <w:lang w:val="en-GB"/>
        </w:rPr>
        <w:t>Business/</w:t>
      </w:r>
      <w:r>
        <w:rPr>
          <w:lang w:val="en-GB"/>
        </w:rPr>
        <w:t>Operational license</w:t>
      </w:r>
    </w:p>
    <w:p w14:paraId="1577E7E0" w14:textId="645E91E6" w:rsidR="006F4566" w:rsidRDefault="006F4566" w:rsidP="00C44890">
      <w:pPr>
        <w:rPr>
          <w:lang w:val="en-GB"/>
        </w:rPr>
      </w:pPr>
      <w:r>
        <w:rPr>
          <w:lang w:val="en-GB"/>
        </w:rPr>
        <w:t>-tax clearance</w:t>
      </w:r>
      <w:r w:rsidR="004A62B2">
        <w:rPr>
          <w:lang w:val="en-GB"/>
        </w:rPr>
        <w:t xml:space="preserve"> (updated)</w:t>
      </w:r>
    </w:p>
    <w:p w14:paraId="128A1275" w14:textId="08BC289E" w:rsidR="006F4566" w:rsidRDefault="006F4566" w:rsidP="00C44890">
      <w:pPr>
        <w:rPr>
          <w:lang w:val="en-GB"/>
        </w:rPr>
      </w:pPr>
      <w:r>
        <w:rPr>
          <w:lang w:val="en-GB"/>
        </w:rPr>
        <w:t>-delivery time</w:t>
      </w:r>
    </w:p>
    <w:p w14:paraId="3B5B2F39" w14:textId="4230AFE8" w:rsidR="00E03E0A" w:rsidRDefault="00E03E0A" w:rsidP="00C44890">
      <w:pPr>
        <w:rPr>
          <w:lang w:val="en-GB"/>
        </w:rPr>
      </w:pPr>
      <w:r>
        <w:rPr>
          <w:lang w:val="en-GB"/>
        </w:rPr>
        <w:t xml:space="preserve">-company references </w:t>
      </w:r>
    </w:p>
    <w:p w14:paraId="62DD7A01" w14:textId="342F840F" w:rsidR="00E03E0A" w:rsidRDefault="00E03E0A" w:rsidP="00C44890">
      <w:pPr>
        <w:rPr>
          <w:lang w:val="en-GB"/>
        </w:rPr>
      </w:pPr>
      <w:r>
        <w:rPr>
          <w:lang w:val="en-GB"/>
        </w:rPr>
        <w:t>-Financial components</w:t>
      </w:r>
    </w:p>
    <w:p w14:paraId="5877D891" w14:textId="6685B0C9" w:rsidR="006F4566" w:rsidRDefault="006F4566" w:rsidP="00C44890">
      <w:pPr>
        <w:rPr>
          <w:lang w:val="en-GB"/>
        </w:rPr>
      </w:pPr>
      <w:r>
        <w:rPr>
          <w:lang w:val="en-GB"/>
        </w:rPr>
        <w:t>-</w:t>
      </w:r>
      <w:r w:rsidR="00E90EED">
        <w:rPr>
          <w:lang w:val="en-GB"/>
        </w:rPr>
        <w:t xml:space="preserve">Detailed specs </w:t>
      </w:r>
      <w:r w:rsidR="00124197">
        <w:rPr>
          <w:lang w:val="en-GB"/>
        </w:rPr>
        <w:t xml:space="preserve">plus spare part </w:t>
      </w:r>
      <w:r w:rsidR="004F462D">
        <w:rPr>
          <w:lang w:val="en-GB"/>
        </w:rPr>
        <w:t xml:space="preserve">(if applicable) </w:t>
      </w:r>
      <w:r w:rsidR="00321956">
        <w:rPr>
          <w:lang w:val="en-GB"/>
        </w:rPr>
        <w:t xml:space="preserve">&amp; </w:t>
      </w:r>
      <w:r w:rsidR="00124197">
        <w:rPr>
          <w:lang w:val="en-GB"/>
        </w:rPr>
        <w:t xml:space="preserve">warranty provision </w:t>
      </w:r>
    </w:p>
    <w:p w14:paraId="3BBE7271" w14:textId="049272BD" w:rsidR="00E90EED" w:rsidRPr="00492684" w:rsidRDefault="00E90EED" w:rsidP="00C44890">
      <w:pPr>
        <w:rPr>
          <w:lang w:val="en-GB"/>
        </w:rPr>
      </w:pPr>
      <w:r>
        <w:rPr>
          <w:lang w:val="en-GB"/>
        </w:rPr>
        <w:t>-signed compliance form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3321152F" w14:textId="52844614" w:rsidR="00C44890" w:rsidRPr="00492684" w:rsidRDefault="00E90EED" w:rsidP="00C44890">
      <w:pPr>
        <w:rPr>
          <w:lang w:val="en-GB"/>
        </w:rPr>
      </w:pPr>
      <w:r>
        <w:rPr>
          <w:lang w:val="en-GB"/>
        </w:rPr>
        <w:t>Provide manual guidance.</w:t>
      </w:r>
    </w:p>
    <w:p w14:paraId="17367821" w14:textId="77777777" w:rsidR="00C44890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511142CB" w14:textId="1E3C53E5" w:rsidR="00E90EED" w:rsidRPr="00E90EED" w:rsidRDefault="00E90EED" w:rsidP="00E90EED">
      <w:pPr>
        <w:rPr>
          <w:lang w:val="en-GB"/>
        </w:rPr>
      </w:pPr>
      <w:r>
        <w:rPr>
          <w:lang w:val="en-GB"/>
        </w:rPr>
        <w:t>As early as possible</w:t>
      </w:r>
    </w:p>
    <w:bookmarkEnd w:id="5"/>
    <w:bookmarkEnd w:id="6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p w14:paraId="107815C1" w14:textId="3A9523D0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 xml:space="preserve">Here, list all items to be </w:t>
      </w:r>
      <w:r w:rsidR="005426EF" w:rsidRPr="00492684">
        <w:rPr>
          <w:i/>
          <w:iCs/>
          <w:lang w:val="en-GB"/>
        </w:rPr>
        <w:t>tendered</w:t>
      </w:r>
    </w:p>
    <w:p w14:paraId="2BB98071" w14:textId="06813650" w:rsidR="00B5778D" w:rsidRPr="00B5778D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00579496" w14:textId="77777777" w:rsidR="002C3D88" w:rsidRDefault="002C3D88" w:rsidP="00C44890">
      <w:pPr>
        <w:rPr>
          <w:lang w:val="en-GB"/>
        </w:rPr>
      </w:pPr>
    </w:p>
    <w:tbl>
      <w:tblPr>
        <w:tblW w:w="10744" w:type="dxa"/>
        <w:tblInd w:w="93" w:type="dxa"/>
        <w:tblLook w:val="04A0" w:firstRow="1" w:lastRow="0" w:firstColumn="1" w:lastColumn="0" w:noHBand="0" w:noVBand="1"/>
      </w:tblPr>
      <w:tblGrid>
        <w:gridCol w:w="2740"/>
        <w:gridCol w:w="5313"/>
        <w:gridCol w:w="717"/>
        <w:gridCol w:w="1080"/>
        <w:gridCol w:w="1080"/>
      </w:tblGrid>
      <w:tr w:rsidR="00F853D8" w:rsidRPr="00F853D8" w14:paraId="14D9A4C5" w14:textId="77777777" w:rsidTr="00F853D8">
        <w:trPr>
          <w:trHeight w:val="39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FA27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0E2841"/>
                <w:sz w:val="30"/>
                <w:szCs w:val="30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0E2841"/>
                <w:sz w:val="30"/>
                <w:szCs w:val="30"/>
              </w:rPr>
              <w:t>Code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7851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0E2841"/>
                <w:sz w:val="30"/>
                <w:szCs w:val="30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0E2841"/>
                <w:sz w:val="30"/>
                <w:szCs w:val="30"/>
              </w:rPr>
              <w:t>Description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4A693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E2841"/>
                <w:sz w:val="30"/>
                <w:szCs w:val="30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0E2841"/>
                <w:sz w:val="30"/>
                <w:szCs w:val="30"/>
              </w:rPr>
              <w:t>Qty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2580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68003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853D8" w:rsidRPr="00F853D8" w14:paraId="2D6BC961" w14:textId="77777777" w:rsidTr="00F853D8">
        <w:trPr>
          <w:trHeight w:val="3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14:paraId="7C92DD73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UACC-OM-MM-10G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3CCEB"/>
            <w:noWrap/>
            <w:vAlign w:val="bottom"/>
            <w:hideMark/>
          </w:tcPr>
          <w:p w14:paraId="29467459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10g SFP Multi Mode 850nm 300m Module | 2 pack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3FA5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B985117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6100"/>
                <w:sz w:val="22"/>
                <w:szCs w:val="22"/>
              </w:rPr>
              <w:t>FIBRE PATCH CABLES AND MODULES</w:t>
            </w:r>
          </w:p>
        </w:tc>
      </w:tr>
      <w:tr w:rsidR="00F853D8" w:rsidRPr="00F853D8" w14:paraId="2E5B9416" w14:textId="77777777" w:rsidTr="00F853D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14:paraId="1B1968E7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50m LC-LC OM3/4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3CCEB"/>
            <w:noWrap/>
            <w:vAlign w:val="bottom"/>
            <w:hideMark/>
          </w:tcPr>
          <w:p w14:paraId="38DA3784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Multimode fibre patch cable, 50 meters.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09560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F5639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</w:p>
        </w:tc>
      </w:tr>
      <w:tr w:rsidR="00F853D8" w:rsidRPr="00F853D8" w14:paraId="059FCFAD" w14:textId="77777777" w:rsidTr="00F853D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14:paraId="0A4CDF7F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5m LC-LC OM3/4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3CCEB"/>
            <w:noWrap/>
            <w:vAlign w:val="bottom"/>
            <w:hideMark/>
          </w:tcPr>
          <w:p w14:paraId="4226B3E6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Multimode fibre patch cable, 5 meters.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05133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7F8C8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</w:p>
        </w:tc>
      </w:tr>
      <w:tr w:rsidR="00F853D8" w:rsidRPr="00F853D8" w14:paraId="0FF1473A" w14:textId="77777777" w:rsidTr="00F853D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ECA1B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C58BC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DF7D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EAB48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61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DC025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6100"/>
                <w:sz w:val="22"/>
                <w:szCs w:val="22"/>
              </w:rPr>
              <w:t> </w:t>
            </w:r>
          </w:p>
        </w:tc>
      </w:tr>
      <w:tr w:rsidR="00F853D8" w:rsidRPr="00F853D8" w14:paraId="72E0BD47" w14:textId="77777777" w:rsidTr="00F853D8">
        <w:trPr>
          <w:trHeight w:val="8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646323F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lastRenderedPageBreak/>
              <w:t>Indoor Unifi AP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vAlign w:val="center"/>
            <w:hideMark/>
          </w:tcPr>
          <w:p w14:paraId="3E025AE0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Ubiquiti Networks UAP-AC-M-US UniFi AC Mesh Wide-Area Indoor/Outdoor Dual-Band Access Point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521DB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E6F5"/>
            <w:noWrap/>
            <w:vAlign w:val="center"/>
            <w:hideMark/>
          </w:tcPr>
          <w:p w14:paraId="71D0D0A2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6100"/>
                <w:sz w:val="22"/>
                <w:szCs w:val="22"/>
              </w:rPr>
              <w:t>WIFI CONNECTION</w:t>
            </w:r>
          </w:p>
        </w:tc>
      </w:tr>
      <w:tr w:rsidR="00F853D8" w:rsidRPr="00F853D8" w14:paraId="4F7894B9" w14:textId="77777777" w:rsidTr="00F853D8">
        <w:trPr>
          <w:trHeight w:val="8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2CA3252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Indoor Unifi AP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vAlign w:val="center"/>
            <w:hideMark/>
          </w:tcPr>
          <w:p w14:paraId="11F9526D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Ubiquiti Networks UAP-AC-M-US UniFi AC Mesh Wide-Area Indoor/Outdoor Dual-Band Access Point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BE2E3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BD64A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</w:p>
        </w:tc>
      </w:tr>
      <w:tr w:rsidR="00F853D8" w:rsidRPr="00F853D8" w14:paraId="598EF2B7" w14:textId="77777777" w:rsidTr="00F853D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E4DC1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9C911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76DA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75B2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6E1BE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853D8" w:rsidRPr="00F853D8" w14:paraId="384645FF" w14:textId="77777777" w:rsidTr="00F853D8">
        <w:trPr>
          <w:trHeight w:val="3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14:paraId="5C023543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USW-Pro-Max-24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5E6A2"/>
            <w:noWrap/>
            <w:vAlign w:val="bottom"/>
            <w:hideMark/>
          </w:tcPr>
          <w:p w14:paraId="5BC242ED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24x1G ports, 2x10G SFP+ switch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E540A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5D3AEA95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3F3F76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3F3F76"/>
                <w:sz w:val="22"/>
                <w:szCs w:val="22"/>
              </w:rPr>
              <w:t>OTHER LOCATIONS</w:t>
            </w:r>
          </w:p>
        </w:tc>
      </w:tr>
      <w:tr w:rsidR="00F853D8" w:rsidRPr="00F853D8" w14:paraId="27D7BDFC" w14:textId="77777777" w:rsidTr="00F853D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14:paraId="7AF828BE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5E6A2"/>
            <w:noWrap/>
            <w:vAlign w:val="bottom"/>
            <w:hideMark/>
          </w:tcPr>
          <w:p w14:paraId="1D3FEA73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6RU 300mm 19” wall mount rack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0722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87686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3F3F76"/>
                <w:sz w:val="22"/>
                <w:szCs w:val="22"/>
              </w:rPr>
            </w:pPr>
          </w:p>
        </w:tc>
      </w:tr>
      <w:tr w:rsidR="00F853D8" w:rsidRPr="00F853D8" w14:paraId="243D444A" w14:textId="77777777" w:rsidTr="00F853D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14:paraId="1AA03514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5E6A2"/>
            <w:noWrap/>
            <w:vAlign w:val="bottom"/>
            <w:hideMark/>
          </w:tcPr>
          <w:p w14:paraId="0F211384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1RU 24 Port CAT6 Universal Termination Patch Panel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5ADD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894B2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3F3F76"/>
                <w:sz w:val="22"/>
                <w:szCs w:val="22"/>
              </w:rPr>
            </w:pPr>
          </w:p>
        </w:tc>
      </w:tr>
      <w:tr w:rsidR="00F853D8" w:rsidRPr="00F853D8" w14:paraId="4B393F7A" w14:textId="77777777" w:rsidTr="00F853D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14:paraId="5D718A45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5E6A2"/>
            <w:noWrap/>
            <w:vAlign w:val="bottom"/>
            <w:hideMark/>
          </w:tcPr>
          <w:p w14:paraId="67D26C87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Patch panel rj45 outlets | 10 Pack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73BA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663A3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3F3F76"/>
                <w:sz w:val="22"/>
                <w:szCs w:val="22"/>
              </w:rPr>
            </w:pPr>
          </w:p>
        </w:tc>
      </w:tr>
      <w:tr w:rsidR="00F853D8" w:rsidRPr="00F853D8" w14:paraId="0EA5BA8D" w14:textId="77777777" w:rsidTr="00F853D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50E4C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77C9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A55BB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9624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7A731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853D8" w:rsidRPr="00F853D8" w14:paraId="6C9D4DFB" w14:textId="77777777" w:rsidTr="00F853D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26C19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A964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41E8B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A3B2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8BE67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853D8" w:rsidRPr="00F853D8" w14:paraId="4690ABE6" w14:textId="77777777" w:rsidTr="00F853D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14:paraId="69C58AD8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UXG-PRO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9EDD"/>
            <w:noWrap/>
            <w:vAlign w:val="bottom"/>
            <w:hideMark/>
          </w:tcPr>
          <w:p w14:paraId="5A6C79A0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UniFi NG Gateway Pro, Dual-WAN Gateway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2E451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E7DAE33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6100"/>
                <w:sz w:val="22"/>
                <w:szCs w:val="22"/>
              </w:rPr>
              <w:t>SERVER ROOM</w:t>
            </w:r>
          </w:p>
        </w:tc>
      </w:tr>
      <w:tr w:rsidR="00F853D8" w:rsidRPr="00F853D8" w14:paraId="76886F99" w14:textId="77777777" w:rsidTr="00F853D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14:paraId="371F7A6F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USW-Pro-Max-48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9EDD"/>
            <w:noWrap/>
            <w:vAlign w:val="bottom"/>
            <w:hideMark/>
          </w:tcPr>
          <w:p w14:paraId="4DA8D308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48-port Gigabit RJ45 ports and (4) 10G SFP+ ports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4CA86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A50BF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</w:p>
        </w:tc>
      </w:tr>
      <w:tr w:rsidR="00F853D8" w:rsidRPr="00F853D8" w14:paraId="139E9F97" w14:textId="77777777" w:rsidTr="00F853D8">
        <w:trPr>
          <w:trHeight w:val="6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6B2E33F8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Ubiquiti Networks UniFi Dream Machine Pro Max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9EDD"/>
            <w:vAlign w:val="center"/>
            <w:hideMark/>
          </w:tcPr>
          <w:p w14:paraId="668CA6CE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Cloudkey Gateway, Router &amp; NVR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1476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5D4BA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</w:p>
        </w:tc>
      </w:tr>
      <w:tr w:rsidR="00F853D8" w:rsidRPr="00F853D8" w14:paraId="71CC6672" w14:textId="77777777" w:rsidTr="00F853D8">
        <w:trPr>
          <w:trHeight w:val="31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475D2A4A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Rack &amp; Patch Panel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9EDD"/>
            <w:noWrap/>
            <w:vAlign w:val="bottom"/>
            <w:hideMark/>
          </w:tcPr>
          <w:p w14:paraId="5C2C28D4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12U 19” 300mm wall mount rack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745F4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5B8F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</w:p>
        </w:tc>
      </w:tr>
      <w:tr w:rsidR="00F853D8" w:rsidRPr="00F853D8" w14:paraId="2D5995AA" w14:textId="77777777" w:rsidTr="00F853D8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31A06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9EDD"/>
            <w:noWrap/>
            <w:vAlign w:val="bottom"/>
            <w:hideMark/>
          </w:tcPr>
          <w:p w14:paraId="458A46B3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48 Port CAT6 Universal Termination Patch Panel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717CB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8AD9F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</w:p>
        </w:tc>
      </w:tr>
      <w:tr w:rsidR="00F853D8" w:rsidRPr="00F853D8" w14:paraId="070D31C6" w14:textId="77777777" w:rsidTr="00F853D8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F599F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9EDD"/>
            <w:noWrap/>
            <w:vAlign w:val="bottom"/>
            <w:hideMark/>
          </w:tcPr>
          <w:p w14:paraId="0DAE11D1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Patch panel Rj45 outlets | 10 Pack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E255D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C4197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</w:p>
        </w:tc>
      </w:tr>
      <w:tr w:rsidR="00F853D8" w:rsidRPr="00F853D8" w14:paraId="3F707149" w14:textId="77777777" w:rsidTr="00F853D8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B2C68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6375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B3287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E59A2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1679B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853D8" w:rsidRPr="00F853D8" w14:paraId="75CF397D" w14:textId="77777777" w:rsidTr="00F853D8">
        <w:trPr>
          <w:trHeight w:val="31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57B6DE67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Cable &amp; Plugs for Patch Panels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1D7EE9F1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305m CAT6A U/UTP LSZH STP Cable Reel green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171D5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EB9C"/>
            <w:vAlign w:val="center"/>
            <w:hideMark/>
          </w:tcPr>
          <w:p w14:paraId="6BD8C374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9C5700"/>
                <w:sz w:val="22"/>
                <w:szCs w:val="22"/>
              </w:rPr>
              <w:t>ALL LOCATIONS</w:t>
            </w:r>
          </w:p>
        </w:tc>
      </w:tr>
      <w:tr w:rsidR="00F853D8" w:rsidRPr="00F853D8" w14:paraId="08DA58DD" w14:textId="77777777" w:rsidTr="00F853D8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D7675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30163EB2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305m CAT6A U/UTP LSZH STP Cable Reel red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0047C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8F05F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  <w:tr w:rsidR="00F853D8" w:rsidRPr="00F853D8" w14:paraId="60EFBC37" w14:textId="77777777" w:rsidTr="00F853D8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FBC6D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143C6689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RJ45 CAT6 UTP insta crimp Plug | 100 pack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64D70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5C050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  <w:tr w:rsidR="00F853D8" w:rsidRPr="00F853D8" w14:paraId="23902B96" w14:textId="77777777" w:rsidTr="00F853D8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46D42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70AA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F14FA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4B854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  <w:tr w:rsidR="00F853D8" w:rsidRPr="00F853D8" w14:paraId="5CCDD311" w14:textId="77777777" w:rsidTr="00F853D8">
        <w:trPr>
          <w:trHeight w:val="28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6CE4CE64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Cable Management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3CCEB"/>
            <w:noWrap/>
            <w:vAlign w:val="bottom"/>
            <w:hideMark/>
          </w:tcPr>
          <w:p w14:paraId="20CEB550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Narva 16mm Corrugated Split Sleeve Tubing (50M)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E6F97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BD02C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  <w:tr w:rsidR="00F853D8" w:rsidRPr="00F853D8" w14:paraId="689183CC" w14:textId="77777777" w:rsidTr="00F853D8">
        <w:trPr>
          <w:trHeight w:val="28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1E06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3CCEB"/>
            <w:noWrap/>
            <w:vAlign w:val="bottom"/>
            <w:hideMark/>
          </w:tcPr>
          <w:p w14:paraId="7AB7A6C4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Cable Ties 280mm x 4.8mm Black | Bag of 1000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59E31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2BAB6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  <w:tr w:rsidR="00F853D8" w:rsidRPr="00F853D8" w14:paraId="1E62A288" w14:textId="77777777" w:rsidTr="00F853D8">
        <w:trPr>
          <w:trHeight w:val="28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A2557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3CCEB"/>
            <w:noWrap/>
            <w:vAlign w:val="bottom"/>
            <w:hideMark/>
          </w:tcPr>
          <w:p w14:paraId="35F75A97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Hook &amp; Loop Tape Cable Tie, 30m Roll x 15mm wide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B207B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9EF6A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  <w:tr w:rsidR="00F853D8" w:rsidRPr="00F853D8" w14:paraId="4DA0EE73" w14:textId="77777777" w:rsidTr="00F853D8">
        <w:trPr>
          <w:trHeight w:val="28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1F9E5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3CCEB"/>
            <w:noWrap/>
            <w:vAlign w:val="bottom"/>
            <w:hideMark/>
          </w:tcPr>
          <w:p w14:paraId="6BDCB2C3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Double Sided Tape - Foam Green 23mm x 50m Roll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2C440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F83D3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  <w:tr w:rsidR="00F853D8" w:rsidRPr="00F853D8" w14:paraId="505292E9" w14:textId="77777777" w:rsidTr="00F853D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87F7B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5305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0CFA5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AA4D6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  <w:tr w:rsidR="00F853D8" w:rsidRPr="00F853D8" w14:paraId="52C2EBCF" w14:textId="77777777" w:rsidTr="00F853D8">
        <w:trPr>
          <w:trHeight w:val="285"/>
        </w:trPr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0ADAE770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Tools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0AED71A8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Brother PT-H105 P Touch Labeller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DF5D3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C778B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  <w:tr w:rsidR="00F853D8" w:rsidRPr="00F853D8" w14:paraId="62CBC189" w14:textId="77777777" w:rsidTr="00F853D8">
        <w:trPr>
          <w:trHeight w:val="285"/>
        </w:trPr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ADD35A6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335FE5CA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4Pro's Professional Crimp Tool with Ratchet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F50FA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22B16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  <w:tr w:rsidR="00F853D8" w:rsidRPr="00F853D8" w14:paraId="5AE0D1C5" w14:textId="77777777" w:rsidTr="00F853D8">
        <w:trPr>
          <w:trHeight w:val="285"/>
        </w:trPr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DCC8235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69ABF222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4Pro's Professional 2 Blade Coax Cable Stripper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4FC1D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89E62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  <w:tr w:rsidR="00F853D8" w:rsidRPr="00F853D8" w14:paraId="0F558790" w14:textId="77777777" w:rsidTr="00F853D8">
        <w:trPr>
          <w:trHeight w:val="285"/>
        </w:trPr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DDC46EF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069A2CE6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4Pro's Professional 110 Punch-Down Tool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92096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3FAB3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  <w:tr w:rsidR="00F853D8" w:rsidRPr="00F853D8" w14:paraId="3FE7C1AD" w14:textId="77777777" w:rsidTr="00F853D8">
        <w:trPr>
          <w:trHeight w:val="285"/>
        </w:trPr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F3E4D51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74290A7E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Network Cable Tracker/Tester with tone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47D74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DCABF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</w:tbl>
    <w:p w14:paraId="1A824B7B" w14:textId="77777777" w:rsidR="00EF0083" w:rsidRPr="00492684" w:rsidRDefault="00EF0083" w:rsidP="00C44890">
      <w:pPr>
        <w:rPr>
          <w:lang w:val="en-GB"/>
        </w:rPr>
      </w:pPr>
    </w:p>
    <w:sectPr w:rsidR="00EF0083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D8E7C" w14:textId="77777777" w:rsidR="008E36BB" w:rsidRDefault="008E36BB">
      <w:r>
        <w:separator/>
      </w:r>
    </w:p>
  </w:endnote>
  <w:endnote w:type="continuationSeparator" w:id="0">
    <w:p w14:paraId="4DA55576" w14:textId="77777777" w:rsidR="008E36BB" w:rsidRDefault="008E36BB">
      <w:r>
        <w:continuationSeparator/>
      </w:r>
    </w:p>
  </w:endnote>
  <w:endnote w:type="continuationNotice" w:id="1">
    <w:p w14:paraId="6EDD97FA" w14:textId="77777777" w:rsidR="008E36BB" w:rsidRDefault="008E36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522C90" w:rsidRPr="00522C90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522C90">
      <w:rPr>
        <w:noProof/>
        <w:color w:val="17365D" w:themeColor="text2" w:themeShade="BF"/>
      </w:rPr>
      <w:t>4</w:t>
    </w:r>
    <w:r>
      <w:rPr>
        <w:color w:val="17365D" w:themeColor="text2" w:themeShade="BF"/>
      </w:rPr>
      <w:fldChar w:fldCharType="end"/>
    </w:r>
  </w:p>
  <w:p w14:paraId="213B5D63" w14:textId="03966C0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A62B2">
      <w:rPr>
        <w:noProof/>
      </w:rPr>
      <w:t>2024-08-01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D037F" w14:textId="77777777" w:rsidR="008E36BB" w:rsidRDefault="008E36BB">
      <w:r>
        <w:separator/>
      </w:r>
    </w:p>
  </w:footnote>
  <w:footnote w:type="continuationSeparator" w:id="0">
    <w:p w14:paraId="0FB2D5B0" w14:textId="77777777" w:rsidR="008E36BB" w:rsidRDefault="008E36BB">
      <w:r>
        <w:continuationSeparator/>
      </w:r>
    </w:p>
  </w:footnote>
  <w:footnote w:type="continuationNotice" w:id="1">
    <w:p w14:paraId="0D461B9A" w14:textId="77777777" w:rsidR="008E36BB" w:rsidRDefault="008E36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070E3" w14:textId="77777777" w:rsidR="0045739E" w:rsidRPr="0045739E" w:rsidRDefault="00FF7B55" w:rsidP="0045739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b/>
      </w:rPr>
    </w:pPr>
    <w:r w:rsidRPr="0045739E">
      <w:rPr>
        <w:rFonts w:asciiTheme="minorHAnsi" w:hAnsiTheme="minorHAnsi" w:cs="Calibri"/>
        <w:b/>
      </w:rPr>
      <w:tab/>
    </w:r>
    <w:r w:rsidR="00133D55" w:rsidRPr="0045739E">
      <w:rPr>
        <w:b/>
        <w:noProof/>
        <w:sz w:val="32"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 w:rsidRPr="0045739E">
      <w:rPr>
        <w:rFonts w:asciiTheme="minorHAnsi" w:hAnsiTheme="minorHAnsi" w:cs="Calibri"/>
        <w:b/>
      </w:rPr>
      <w:tab/>
    </w:r>
    <w:r w:rsidR="0045739E" w:rsidRPr="0045739E">
      <w:rPr>
        <w:rFonts w:asciiTheme="minorHAnsi" w:hAnsiTheme="minorHAnsi" w:cstheme="minorHAnsi"/>
        <w:b/>
      </w:rPr>
      <w:t>25-G007-24</w:t>
    </w:r>
  </w:p>
  <w:p w14:paraId="2E7516A1" w14:textId="1337F862" w:rsidR="001A0764" w:rsidRPr="00FF7B55" w:rsidRDefault="001A0764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61292"/>
    <w:multiLevelType w:val="hybridMultilevel"/>
    <w:tmpl w:val="42FC2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214B3"/>
    <w:multiLevelType w:val="hybridMultilevel"/>
    <w:tmpl w:val="86B2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50188"/>
    <w:multiLevelType w:val="hybridMultilevel"/>
    <w:tmpl w:val="7E26D3B6"/>
    <w:lvl w:ilvl="0" w:tplc="A36287A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5" w15:restartNumberingAfterBreak="0">
    <w:nsid w:val="263168DD"/>
    <w:multiLevelType w:val="hybridMultilevel"/>
    <w:tmpl w:val="5FB64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7685C"/>
    <w:multiLevelType w:val="hybridMultilevel"/>
    <w:tmpl w:val="1B8E9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B0DB4"/>
    <w:multiLevelType w:val="hybridMultilevel"/>
    <w:tmpl w:val="AE685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E7091"/>
    <w:multiLevelType w:val="hybridMultilevel"/>
    <w:tmpl w:val="9AF6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1D5BA7"/>
    <w:multiLevelType w:val="hybridMultilevel"/>
    <w:tmpl w:val="D3D63E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B44E0A"/>
    <w:multiLevelType w:val="hybridMultilevel"/>
    <w:tmpl w:val="36801594"/>
    <w:lvl w:ilvl="0" w:tplc="70B0856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3C0FC9"/>
    <w:multiLevelType w:val="hybridMultilevel"/>
    <w:tmpl w:val="5CF0F106"/>
    <w:lvl w:ilvl="0" w:tplc="904AD33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486564"/>
    <w:multiLevelType w:val="hybridMultilevel"/>
    <w:tmpl w:val="1110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473E14"/>
    <w:multiLevelType w:val="hybridMultilevel"/>
    <w:tmpl w:val="96DE3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DF673B"/>
    <w:multiLevelType w:val="hybridMultilevel"/>
    <w:tmpl w:val="43E65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BD3A1D"/>
    <w:multiLevelType w:val="hybridMultilevel"/>
    <w:tmpl w:val="390609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3D2820"/>
    <w:multiLevelType w:val="hybridMultilevel"/>
    <w:tmpl w:val="DDEE9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909762">
    <w:abstractNumId w:val="4"/>
  </w:num>
  <w:num w:numId="2" w16cid:durableId="1901551949">
    <w:abstractNumId w:val="27"/>
  </w:num>
  <w:num w:numId="3" w16cid:durableId="1538352715">
    <w:abstractNumId w:val="28"/>
  </w:num>
  <w:num w:numId="4" w16cid:durableId="744304211">
    <w:abstractNumId w:val="14"/>
  </w:num>
  <w:num w:numId="5" w16cid:durableId="1203907022">
    <w:abstractNumId w:val="13"/>
  </w:num>
  <w:num w:numId="6" w16cid:durableId="1260215503">
    <w:abstractNumId w:val="20"/>
  </w:num>
  <w:num w:numId="7" w16cid:durableId="1177574345">
    <w:abstractNumId w:val="15"/>
  </w:num>
  <w:num w:numId="8" w16cid:durableId="1180316495">
    <w:abstractNumId w:val="23"/>
  </w:num>
  <w:num w:numId="9" w16cid:durableId="132870309">
    <w:abstractNumId w:val="1"/>
  </w:num>
  <w:num w:numId="10" w16cid:durableId="173808563">
    <w:abstractNumId w:val="22"/>
  </w:num>
  <w:num w:numId="11" w16cid:durableId="363138176">
    <w:abstractNumId w:val="8"/>
  </w:num>
  <w:num w:numId="12" w16cid:durableId="1243678965">
    <w:abstractNumId w:val="17"/>
  </w:num>
  <w:num w:numId="13" w16cid:durableId="1770658727">
    <w:abstractNumId w:val="25"/>
  </w:num>
  <w:num w:numId="14" w16cid:durableId="803237945">
    <w:abstractNumId w:val="11"/>
  </w:num>
  <w:num w:numId="15" w16cid:durableId="2094472733">
    <w:abstractNumId w:val="16"/>
  </w:num>
  <w:num w:numId="16" w16cid:durableId="2062052300">
    <w:abstractNumId w:val="9"/>
  </w:num>
  <w:num w:numId="17" w16cid:durableId="177157544">
    <w:abstractNumId w:val="5"/>
  </w:num>
  <w:num w:numId="18" w16cid:durableId="581764318">
    <w:abstractNumId w:val="6"/>
  </w:num>
  <w:num w:numId="19" w16cid:durableId="1498350264">
    <w:abstractNumId w:val="19"/>
  </w:num>
  <w:num w:numId="20" w16cid:durableId="947470004">
    <w:abstractNumId w:val="29"/>
  </w:num>
  <w:num w:numId="21" w16cid:durableId="1900242804">
    <w:abstractNumId w:val="21"/>
  </w:num>
  <w:num w:numId="22" w16cid:durableId="613370615">
    <w:abstractNumId w:val="2"/>
  </w:num>
  <w:num w:numId="23" w16cid:durableId="1951816689">
    <w:abstractNumId w:val="24"/>
  </w:num>
  <w:num w:numId="24" w16cid:durableId="1921400313">
    <w:abstractNumId w:val="10"/>
  </w:num>
  <w:num w:numId="25" w16cid:durableId="1217932309">
    <w:abstractNumId w:val="12"/>
  </w:num>
  <w:num w:numId="26" w16cid:durableId="243801957">
    <w:abstractNumId w:val="18"/>
  </w:num>
  <w:num w:numId="27" w16cid:durableId="1954239854">
    <w:abstractNumId w:val="3"/>
  </w:num>
  <w:num w:numId="28" w16cid:durableId="341862919">
    <w:abstractNumId w:val="26"/>
  </w:num>
  <w:num w:numId="29" w16cid:durableId="1331106935">
    <w:abstractNumId w:val="0"/>
  </w:num>
  <w:num w:numId="30" w16cid:durableId="145995323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56D"/>
    <w:rsid w:val="0000085F"/>
    <w:rsid w:val="00000908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5F8D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96F49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546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0A1"/>
    <w:rsid w:val="001217C3"/>
    <w:rsid w:val="00121981"/>
    <w:rsid w:val="001222D6"/>
    <w:rsid w:val="00124197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37F2C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D63A9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6EA"/>
    <w:rsid w:val="00224EE4"/>
    <w:rsid w:val="00227D1F"/>
    <w:rsid w:val="00230F2B"/>
    <w:rsid w:val="002327FA"/>
    <w:rsid w:val="00234A3C"/>
    <w:rsid w:val="00234DBA"/>
    <w:rsid w:val="00235462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2857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3D88"/>
    <w:rsid w:val="002C4829"/>
    <w:rsid w:val="002C59E3"/>
    <w:rsid w:val="002C5BE8"/>
    <w:rsid w:val="002C6093"/>
    <w:rsid w:val="002C6284"/>
    <w:rsid w:val="002C6C02"/>
    <w:rsid w:val="002C6EA8"/>
    <w:rsid w:val="002C7CBE"/>
    <w:rsid w:val="002C7CDA"/>
    <w:rsid w:val="002D0C4F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3CE9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1956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4C6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558E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7E8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357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39E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B2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62D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2C90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5F48"/>
    <w:rsid w:val="0053617F"/>
    <w:rsid w:val="00536763"/>
    <w:rsid w:val="00536FE1"/>
    <w:rsid w:val="0054026A"/>
    <w:rsid w:val="0054215F"/>
    <w:rsid w:val="00542166"/>
    <w:rsid w:val="005426EF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1CB7"/>
    <w:rsid w:val="005734D8"/>
    <w:rsid w:val="00573E62"/>
    <w:rsid w:val="005766C4"/>
    <w:rsid w:val="00581407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456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835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6C36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48D4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074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A1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566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66C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02CD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1D7A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4607"/>
    <w:rsid w:val="008D6493"/>
    <w:rsid w:val="008E063F"/>
    <w:rsid w:val="008E092B"/>
    <w:rsid w:val="008E2243"/>
    <w:rsid w:val="008E2BE1"/>
    <w:rsid w:val="008E36BB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16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838A4"/>
    <w:rsid w:val="00990E7B"/>
    <w:rsid w:val="009916F3"/>
    <w:rsid w:val="009921BE"/>
    <w:rsid w:val="00992B69"/>
    <w:rsid w:val="00992F9D"/>
    <w:rsid w:val="0099323C"/>
    <w:rsid w:val="00993409"/>
    <w:rsid w:val="009941A9"/>
    <w:rsid w:val="00994545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35E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5778D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0CF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0D30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6A1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532A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2B7D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E0A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13A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0EED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083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165C5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53D8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3185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6FC7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5FC61C74-B01B-4103-A4DF-16B6627E5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customStyle="1" w:styleId="GridTable1Light1">
    <w:name w:val="Grid Table 1 Light1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37F5C4-14D5-408D-A284-B2BE92B1C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94</TotalTime>
  <Pages>3</Pages>
  <Words>398</Words>
  <Characters>2271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2664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20</cp:revision>
  <cp:lastPrinted>2013-10-18T08:32:00Z</cp:lastPrinted>
  <dcterms:created xsi:type="dcterms:W3CDTF">2023-12-12T22:02:00Z</dcterms:created>
  <dcterms:modified xsi:type="dcterms:W3CDTF">2024-08-01T01:54:00Z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